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744C9" w14:textId="77777777" w:rsidR="00477CF5" w:rsidRPr="00D572EF" w:rsidRDefault="00477CF5" w:rsidP="00157CDD">
      <w:pPr>
        <w:spacing w:after="0"/>
        <w:rPr>
          <w:rFonts w:ascii="Times New Roman" w:hAnsi="Times New Roman"/>
        </w:rPr>
      </w:pPr>
    </w:p>
    <w:p w14:paraId="0B86B3FB" w14:textId="77777777" w:rsidR="00157CDD" w:rsidRPr="00D572EF" w:rsidRDefault="0025020B" w:rsidP="00157CDD">
      <w:pPr>
        <w:spacing w:after="0"/>
        <w:rPr>
          <w:rFonts w:ascii="Times New Roman" w:hAnsi="Times New Roman"/>
        </w:rPr>
      </w:pPr>
      <w:r w:rsidRPr="00D572EF">
        <w:rPr>
          <w:rFonts w:ascii="Times New Roman" w:hAnsi="Times New Roman"/>
          <w:lang w:eastAsia="et-EE"/>
        </w:rPr>
        <w:drawing>
          <wp:anchor distT="0" distB="0" distL="114300" distR="114300" simplePos="0" relativeHeight="251660287" behindDoc="0" locked="0" layoutInCell="1" allowOverlap="1" wp14:anchorId="7BA408DA" wp14:editId="5EF495B8">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Style w:val="TableGrid"/>
        <w:tblW w:w="578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9"/>
        <w:gridCol w:w="2212"/>
        <w:gridCol w:w="4308"/>
      </w:tblGrid>
      <w:tr w:rsidR="00BA553F" w:rsidRPr="00D572EF" w14:paraId="0F28509B" w14:textId="77777777" w:rsidTr="0063274F">
        <w:trPr>
          <w:trHeight w:val="1984"/>
        </w:trPr>
        <w:tc>
          <w:tcPr>
            <w:tcW w:w="1989" w:type="pct"/>
          </w:tcPr>
          <w:p w14:paraId="49B3594F" w14:textId="34CAF2E3" w:rsidR="00BE5FBE" w:rsidRPr="00D572EF" w:rsidRDefault="00BE5FBE" w:rsidP="00BE5FBE">
            <w:pPr>
              <w:pStyle w:val="Tekst"/>
              <w:rPr>
                <w:color w:val="auto"/>
                <w:sz w:val="22"/>
                <w:szCs w:val="22"/>
              </w:rPr>
            </w:pPr>
            <w:r w:rsidRPr="00D572EF">
              <w:rPr>
                <w:color w:val="auto"/>
                <w:sz w:val="22"/>
                <w:szCs w:val="22"/>
              </w:rPr>
              <w:t xml:space="preserve">Lp. </w:t>
            </w:r>
            <w:r w:rsidR="00ED4960" w:rsidRPr="00D572EF">
              <w:rPr>
                <w:color w:val="auto"/>
                <w:sz w:val="22"/>
                <w:szCs w:val="22"/>
              </w:rPr>
              <w:t>Kristiina Hunt</w:t>
            </w:r>
          </w:p>
          <w:p w14:paraId="0075FD3A" w14:textId="62EF5050" w:rsidR="00BE5FBE" w:rsidRPr="00D572EF" w:rsidRDefault="00155F81" w:rsidP="00BE5FBE">
            <w:pPr>
              <w:pStyle w:val="Tekst"/>
              <w:rPr>
                <w:color w:val="auto"/>
                <w:sz w:val="22"/>
                <w:szCs w:val="22"/>
              </w:rPr>
            </w:pPr>
            <w:r w:rsidRPr="00D572EF">
              <w:rPr>
                <w:color w:val="auto"/>
                <w:sz w:val="22"/>
                <w:szCs w:val="22"/>
              </w:rPr>
              <w:t>Sotsiaalministeerium</w:t>
            </w:r>
          </w:p>
          <w:p w14:paraId="49803F29" w14:textId="77777777" w:rsidR="000E6255" w:rsidRPr="00D572EF" w:rsidRDefault="00CD1879" w:rsidP="00BE5FBE">
            <w:pPr>
              <w:pStyle w:val="Tekst"/>
              <w:rPr>
                <w:color w:val="auto"/>
                <w:sz w:val="22"/>
                <w:szCs w:val="22"/>
              </w:rPr>
            </w:pPr>
            <w:r w:rsidRPr="00D572EF">
              <w:rPr>
                <w:color w:val="auto"/>
                <w:sz w:val="22"/>
                <w:szCs w:val="22"/>
              </w:rPr>
              <w:t>Suur-Ameerika 1, 10129 Tallinn</w:t>
            </w:r>
          </w:p>
        </w:tc>
        <w:tc>
          <w:tcPr>
            <w:tcW w:w="1021" w:type="pct"/>
          </w:tcPr>
          <w:p w14:paraId="5803DE5D" w14:textId="77777777" w:rsidR="00BA553F" w:rsidRPr="00D572EF" w:rsidRDefault="00BA553F" w:rsidP="00BE6537">
            <w:pPr>
              <w:pStyle w:val="NoSpacing"/>
              <w:rPr>
                <w:noProof/>
                <w:color w:val="auto"/>
                <w:sz w:val="22"/>
              </w:rPr>
            </w:pPr>
          </w:p>
        </w:tc>
        <w:tc>
          <w:tcPr>
            <w:tcW w:w="1989" w:type="pct"/>
          </w:tcPr>
          <w:p w14:paraId="27766C41" w14:textId="77777777" w:rsidR="00BA553F" w:rsidRPr="00D572EF" w:rsidRDefault="00BA553F" w:rsidP="00BE6537">
            <w:pPr>
              <w:pStyle w:val="NoSpacing"/>
              <w:rPr>
                <w:noProof/>
                <w:color w:val="auto"/>
                <w:sz w:val="22"/>
              </w:rPr>
            </w:pPr>
          </w:p>
          <w:p w14:paraId="0523C49F" w14:textId="77777777" w:rsidR="0099027C" w:rsidRPr="00D572EF" w:rsidRDefault="0099027C" w:rsidP="00BE6537">
            <w:pPr>
              <w:pStyle w:val="NoSpacing"/>
              <w:rPr>
                <w:noProof/>
                <w:color w:val="auto"/>
                <w:sz w:val="22"/>
              </w:rPr>
            </w:pPr>
          </w:p>
          <w:p w14:paraId="16F94381" w14:textId="77777777" w:rsidR="00E15C1A" w:rsidRPr="00D572EF" w:rsidRDefault="007A3E15" w:rsidP="00BE6537">
            <w:pPr>
              <w:pStyle w:val="NoSpacing"/>
              <w:rPr>
                <w:noProof/>
                <w:color w:val="auto"/>
                <w:sz w:val="22"/>
              </w:rPr>
            </w:pPr>
            <w:r w:rsidRPr="00D572EF">
              <w:rPr>
                <w:noProof/>
                <w:color w:val="auto"/>
                <w:sz w:val="22"/>
              </w:rPr>
              <w:t xml:space="preserve">Meie: </w:t>
            </w:r>
            <w:r w:rsidR="004B3FDC" w:rsidRPr="00D572EF">
              <w:rPr>
                <w:noProof/>
                <w:color w:val="auto"/>
                <w:sz w:val="22"/>
              </w:rPr>
              <w:t>31.01.2022</w:t>
            </w:r>
          </w:p>
          <w:p w14:paraId="483AB46B" w14:textId="06BD656A" w:rsidR="007A3E15" w:rsidRPr="00D572EF" w:rsidRDefault="007A3E15" w:rsidP="00BE6537">
            <w:pPr>
              <w:pStyle w:val="NoSpacing"/>
              <w:rPr>
                <w:noProof/>
                <w:color w:val="auto"/>
                <w:sz w:val="22"/>
              </w:rPr>
            </w:pPr>
            <w:r w:rsidRPr="00D572EF">
              <w:rPr>
                <w:noProof/>
                <w:color w:val="auto"/>
                <w:sz w:val="22"/>
              </w:rPr>
              <w:t>Nr.</w:t>
            </w:r>
            <w:r w:rsidR="007E3646">
              <w:rPr>
                <w:noProof/>
                <w:color w:val="auto"/>
                <w:sz w:val="22"/>
              </w:rPr>
              <w:t xml:space="preserve"> 3-10/GI/3106</w:t>
            </w:r>
          </w:p>
        </w:tc>
      </w:tr>
    </w:tbl>
    <w:p w14:paraId="18A8F4B9" w14:textId="01E41B96" w:rsidR="008835EC" w:rsidRPr="00D572EF" w:rsidRDefault="00BE5FBE" w:rsidP="00BE5FBE">
      <w:pPr>
        <w:pStyle w:val="Heading1"/>
        <w:rPr>
          <w:rFonts w:cs="Times New Roman"/>
          <w:sz w:val="22"/>
          <w:szCs w:val="22"/>
        </w:rPr>
      </w:pPr>
      <w:r w:rsidRPr="00D572EF">
        <w:rPr>
          <w:rFonts w:cs="Times New Roman"/>
          <w:sz w:val="22"/>
          <w:szCs w:val="22"/>
        </w:rPr>
        <w:t xml:space="preserve">Tartu Ülikooli </w:t>
      </w:r>
      <w:r w:rsidR="004B3FDC" w:rsidRPr="00D572EF">
        <w:rPr>
          <w:rFonts w:cs="Times New Roman"/>
          <w:sz w:val="22"/>
          <w:szCs w:val="22"/>
        </w:rPr>
        <w:t>g</w:t>
      </w:r>
      <w:r w:rsidRPr="00D572EF">
        <w:rPr>
          <w:rFonts w:cs="Times New Roman"/>
          <w:sz w:val="22"/>
          <w:szCs w:val="22"/>
        </w:rPr>
        <w:t xml:space="preserve">enoomika </w:t>
      </w:r>
      <w:r w:rsidR="004B3FDC" w:rsidRPr="00D572EF">
        <w:rPr>
          <w:rFonts w:cs="Times New Roman"/>
          <w:sz w:val="22"/>
          <w:szCs w:val="22"/>
        </w:rPr>
        <w:t>i</w:t>
      </w:r>
      <w:r w:rsidRPr="00D572EF">
        <w:rPr>
          <w:rFonts w:cs="Times New Roman"/>
          <w:sz w:val="22"/>
          <w:szCs w:val="22"/>
        </w:rPr>
        <w:t>nstituudi taotlus</w:t>
      </w:r>
      <w:r w:rsidR="007A3E15" w:rsidRPr="00D572EF">
        <w:rPr>
          <w:rFonts w:cs="Times New Roman"/>
          <w:sz w:val="22"/>
          <w:szCs w:val="22"/>
        </w:rPr>
        <w:t xml:space="preserve"> andmete saamiseks </w:t>
      </w:r>
      <w:r w:rsidR="00BA599D" w:rsidRPr="00D572EF">
        <w:rPr>
          <w:rFonts w:cs="Times New Roman"/>
          <w:sz w:val="22"/>
          <w:szCs w:val="22"/>
        </w:rPr>
        <w:t>t</w:t>
      </w:r>
      <w:r w:rsidR="007A3E15" w:rsidRPr="00D572EF">
        <w:rPr>
          <w:rFonts w:cs="Times New Roman"/>
          <w:sz w:val="22"/>
          <w:szCs w:val="22"/>
        </w:rPr>
        <w:t xml:space="preserve">ervise </w:t>
      </w:r>
      <w:r w:rsidR="00BA599D" w:rsidRPr="00D572EF">
        <w:rPr>
          <w:rFonts w:cs="Times New Roman"/>
          <w:sz w:val="22"/>
          <w:szCs w:val="22"/>
        </w:rPr>
        <w:t>i</w:t>
      </w:r>
      <w:r w:rsidR="007A3E15" w:rsidRPr="00D572EF">
        <w:rPr>
          <w:rFonts w:cs="Times New Roman"/>
          <w:sz w:val="22"/>
          <w:szCs w:val="22"/>
        </w:rPr>
        <w:t>nfosüsteemist</w:t>
      </w:r>
    </w:p>
    <w:p w14:paraId="24C10957" w14:textId="2603DDDE" w:rsidR="00CE4F59" w:rsidRPr="00D572EF" w:rsidRDefault="00CE4F59" w:rsidP="00DB6749">
      <w:pPr>
        <w:pStyle w:val="Tekst"/>
        <w:rPr>
          <w:sz w:val="22"/>
          <w:szCs w:val="22"/>
        </w:rPr>
      </w:pPr>
      <w:r w:rsidRPr="00D572EF">
        <w:rPr>
          <w:sz w:val="22"/>
          <w:szCs w:val="22"/>
        </w:rPr>
        <w:t xml:space="preserve">Austatud </w:t>
      </w:r>
      <w:r w:rsidR="004B3FDC" w:rsidRPr="00D572EF">
        <w:rPr>
          <w:sz w:val="22"/>
          <w:szCs w:val="22"/>
        </w:rPr>
        <w:t>Kristiina Hunt</w:t>
      </w:r>
    </w:p>
    <w:p w14:paraId="1C9027EC" w14:textId="77777777" w:rsidR="00CE4F59" w:rsidRPr="00D572EF" w:rsidRDefault="00CE4F59" w:rsidP="00DB6749">
      <w:pPr>
        <w:pStyle w:val="Tekst"/>
        <w:rPr>
          <w:sz w:val="22"/>
          <w:szCs w:val="22"/>
        </w:rPr>
      </w:pPr>
    </w:p>
    <w:p w14:paraId="61584FFD" w14:textId="77777777" w:rsidR="00CE4F59" w:rsidRPr="00D572EF" w:rsidRDefault="00CE4F59" w:rsidP="00DB6749">
      <w:pPr>
        <w:pStyle w:val="Tekst"/>
        <w:rPr>
          <w:sz w:val="22"/>
          <w:szCs w:val="22"/>
        </w:rPr>
      </w:pPr>
    </w:p>
    <w:p w14:paraId="14019326" w14:textId="258EEEDE" w:rsidR="00BE5FBE" w:rsidRDefault="00BE5FBE" w:rsidP="00BA599D">
      <w:pPr>
        <w:autoSpaceDE w:val="0"/>
        <w:adjustRightInd w:val="0"/>
        <w:spacing w:line="360" w:lineRule="auto"/>
        <w:jc w:val="both"/>
        <w:rPr>
          <w:rFonts w:ascii="Times New Roman" w:hAnsi="Times New Roman"/>
        </w:rPr>
      </w:pPr>
      <w:r w:rsidRPr="00D572EF">
        <w:rPr>
          <w:rFonts w:ascii="Times New Roman" w:hAnsi="Times New Roman"/>
        </w:rPr>
        <w:t xml:space="preserve">Käesolevaga soovib </w:t>
      </w:r>
      <w:r w:rsidR="00504327" w:rsidRPr="00D572EF">
        <w:rPr>
          <w:rFonts w:ascii="Times New Roman" w:hAnsi="Times New Roman"/>
        </w:rPr>
        <w:t>Tartu Ülikool,</w:t>
      </w:r>
      <w:r w:rsidRPr="00D572EF">
        <w:rPr>
          <w:rFonts w:ascii="Times New Roman" w:hAnsi="Times New Roman"/>
        </w:rPr>
        <w:t xml:space="preserve"> registrikood 74001073 saada andmeid </w:t>
      </w:r>
      <w:r w:rsidR="00BA599D" w:rsidRPr="00D572EF">
        <w:rPr>
          <w:rFonts w:ascii="Times New Roman" w:hAnsi="Times New Roman"/>
        </w:rPr>
        <w:t>tervise infosüsteemi</w:t>
      </w:r>
      <w:r w:rsidRPr="00D572EF">
        <w:rPr>
          <w:rFonts w:ascii="Times New Roman" w:hAnsi="Times New Roman"/>
        </w:rPr>
        <w:t xml:space="preserve"> andmebaasist</w:t>
      </w:r>
      <w:r w:rsidR="00BA599D" w:rsidRPr="00D572EF">
        <w:rPr>
          <w:rFonts w:ascii="Times New Roman" w:hAnsi="Times New Roman"/>
        </w:rPr>
        <w:t xml:space="preserve"> uuringu „Tartu Ülikooli genoomika instituudi Eesti geenivaramu (EGV) andmebaasi täiendamine tervise infosüsteemist (TIS)“ raames</w:t>
      </w:r>
      <w:r w:rsidRPr="00D572EF">
        <w:rPr>
          <w:rFonts w:ascii="Times New Roman" w:hAnsi="Times New Roman"/>
        </w:rPr>
        <w:t xml:space="preserve">. Varem on andmevahetus toimunud </w:t>
      </w:r>
      <w:r w:rsidR="00D76E55" w:rsidRPr="00D572EF">
        <w:rPr>
          <w:rFonts w:ascii="Times New Roman" w:hAnsi="Times New Roman"/>
        </w:rPr>
        <w:t>kolmel</w:t>
      </w:r>
      <w:r w:rsidRPr="00D572EF">
        <w:rPr>
          <w:rFonts w:ascii="Times New Roman" w:hAnsi="Times New Roman"/>
        </w:rPr>
        <w:t xml:space="preserve"> korral </w:t>
      </w:r>
      <w:r w:rsidR="00504327" w:rsidRPr="00D572EF">
        <w:rPr>
          <w:rFonts w:ascii="Times New Roman" w:hAnsi="Times New Roman"/>
        </w:rPr>
        <w:t>–</w:t>
      </w:r>
      <w:r w:rsidRPr="00D572EF">
        <w:rPr>
          <w:rFonts w:ascii="Times New Roman" w:hAnsi="Times New Roman"/>
        </w:rPr>
        <w:t xml:space="preserve"> 20</w:t>
      </w:r>
      <w:r w:rsidR="00D76E55" w:rsidRPr="00D572EF">
        <w:rPr>
          <w:rFonts w:ascii="Times New Roman" w:hAnsi="Times New Roman"/>
        </w:rPr>
        <w:t>14.,</w:t>
      </w:r>
      <w:r w:rsidR="00504327" w:rsidRPr="00D572EF">
        <w:rPr>
          <w:rFonts w:ascii="Times New Roman" w:hAnsi="Times New Roman"/>
        </w:rPr>
        <w:t xml:space="preserve"> 2016. </w:t>
      </w:r>
      <w:r w:rsidR="00D76E55" w:rsidRPr="00D572EF">
        <w:rPr>
          <w:rFonts w:ascii="Times New Roman" w:hAnsi="Times New Roman"/>
        </w:rPr>
        <w:t xml:space="preserve">ja 2020. </w:t>
      </w:r>
      <w:r w:rsidR="00504327" w:rsidRPr="00D572EF">
        <w:rPr>
          <w:rFonts w:ascii="Times New Roman" w:hAnsi="Times New Roman"/>
        </w:rPr>
        <w:t>aastal.</w:t>
      </w:r>
    </w:p>
    <w:p w14:paraId="776E880C" w14:textId="77777777" w:rsidR="00D37F2F" w:rsidRPr="00D572EF" w:rsidRDefault="00D37F2F" w:rsidP="00BA599D">
      <w:pPr>
        <w:autoSpaceDE w:val="0"/>
        <w:adjustRightInd w:val="0"/>
        <w:spacing w:line="360" w:lineRule="auto"/>
        <w:jc w:val="both"/>
        <w:rPr>
          <w:rFonts w:ascii="Times New Roman" w:hAnsi="Times New Roman"/>
        </w:rPr>
      </w:pPr>
    </w:p>
    <w:p w14:paraId="1B76E469" w14:textId="77777777" w:rsidR="00BE5FBE" w:rsidRPr="00D572EF" w:rsidRDefault="00BE5FBE" w:rsidP="00BE5FBE">
      <w:pPr>
        <w:rPr>
          <w:rFonts w:ascii="Times New Roman" w:hAnsi="Times New Roman"/>
          <w:b/>
        </w:rPr>
      </w:pPr>
      <w:r w:rsidRPr="00D572EF">
        <w:rPr>
          <w:rFonts w:ascii="Times New Roman" w:hAnsi="Times New Roman"/>
          <w:b/>
        </w:rPr>
        <w:t>Andmete kasutamise eesmärk</w:t>
      </w:r>
    </w:p>
    <w:p w14:paraId="3B254E30" w14:textId="3FAC11D9" w:rsidR="00155F81" w:rsidRPr="00D572EF" w:rsidRDefault="007A3E15" w:rsidP="00155F81">
      <w:pPr>
        <w:spacing w:line="360" w:lineRule="auto"/>
        <w:jc w:val="both"/>
        <w:rPr>
          <w:rFonts w:ascii="Times New Roman" w:hAnsi="Times New Roman"/>
        </w:rPr>
      </w:pPr>
      <w:r w:rsidRPr="00D572EF">
        <w:rPr>
          <w:rFonts w:ascii="Times New Roman" w:hAnsi="Times New Roman"/>
        </w:rPr>
        <w:t>Tartu Ülikooli genoomika instituudi Eesti g</w:t>
      </w:r>
      <w:r w:rsidR="00504327" w:rsidRPr="00D572EF">
        <w:rPr>
          <w:rFonts w:ascii="Times New Roman" w:hAnsi="Times New Roman"/>
        </w:rPr>
        <w:t>eenivaramu</w:t>
      </w:r>
      <w:r w:rsidR="00BE5FBE" w:rsidRPr="00D572EF">
        <w:rPr>
          <w:rFonts w:ascii="Times New Roman" w:hAnsi="Times New Roman"/>
        </w:rPr>
        <w:t xml:space="preserve"> </w:t>
      </w:r>
      <w:r w:rsidR="00504327" w:rsidRPr="00D572EF">
        <w:rPr>
          <w:rFonts w:ascii="Times New Roman" w:hAnsi="Times New Roman"/>
        </w:rPr>
        <w:t xml:space="preserve"> (edaspidi EGV) vastutav töötleja on Tartu Ülikool, kelle </w:t>
      </w:r>
      <w:r w:rsidR="00BE5FBE" w:rsidRPr="00D572EF">
        <w:rPr>
          <w:rFonts w:ascii="Times New Roman" w:hAnsi="Times New Roman"/>
        </w:rPr>
        <w:t xml:space="preserve">eesmärk </w:t>
      </w:r>
      <w:r w:rsidR="00504327" w:rsidRPr="00D572EF">
        <w:rPr>
          <w:rFonts w:ascii="Times New Roman" w:hAnsi="Times New Roman"/>
        </w:rPr>
        <w:t xml:space="preserve">EGV vastutava töötlejana </w:t>
      </w:r>
      <w:r w:rsidR="00BE5FBE" w:rsidRPr="00D572EF">
        <w:rPr>
          <w:rFonts w:ascii="Times New Roman" w:hAnsi="Times New Roman"/>
        </w:rPr>
        <w:t xml:space="preserve">on </w:t>
      </w:r>
      <w:bookmarkStart w:id="0" w:name="para3lg1p1"/>
      <w:r w:rsidR="00BE5FBE" w:rsidRPr="00D572EF">
        <w:rPr>
          <w:rFonts w:ascii="Times New Roman" w:hAnsi="Times New Roman"/>
        </w:rPr>
        <w:t xml:space="preserve">edendada geeniuuringute arengut, </w:t>
      </w:r>
      <w:bookmarkStart w:id="1" w:name="para3lg1p2"/>
      <w:bookmarkEnd w:id="0"/>
      <w:r w:rsidR="00BE5FBE" w:rsidRPr="00D572EF">
        <w:rPr>
          <w:rFonts w:ascii="Times New Roman" w:hAnsi="Times New Roman"/>
        </w:rPr>
        <w:t xml:space="preserve">koguda teavet Eesti rahvastiku tervise ja pärilikkuse informatsiooni kohta </w:t>
      </w:r>
      <w:r w:rsidR="00155F81" w:rsidRPr="00D572EF">
        <w:rPr>
          <w:rFonts w:ascii="Times New Roman" w:hAnsi="Times New Roman"/>
        </w:rPr>
        <w:t>ning</w:t>
      </w:r>
      <w:r w:rsidR="00BE5FBE" w:rsidRPr="00D572EF">
        <w:rPr>
          <w:rFonts w:ascii="Times New Roman" w:hAnsi="Times New Roman"/>
        </w:rPr>
        <w:t xml:space="preserve"> </w:t>
      </w:r>
      <w:bookmarkStart w:id="2" w:name="para3lg1p3"/>
      <w:bookmarkEnd w:id="1"/>
      <w:r w:rsidR="00BE5FBE" w:rsidRPr="00D572EF">
        <w:rPr>
          <w:rFonts w:ascii="Times New Roman" w:hAnsi="Times New Roman"/>
        </w:rPr>
        <w:t>rakendada geeniuuringute tulemused rahva tervise parandamiseks.</w:t>
      </w:r>
      <w:bookmarkEnd w:id="2"/>
      <w:r w:rsidR="00BE5FBE" w:rsidRPr="00D572EF">
        <w:rPr>
          <w:rFonts w:ascii="Times New Roman" w:hAnsi="Times New Roman"/>
        </w:rPr>
        <w:t xml:space="preserve"> </w:t>
      </w:r>
    </w:p>
    <w:p w14:paraId="21354A33" w14:textId="14DC3757" w:rsidR="00155F81" w:rsidRPr="00D572EF" w:rsidRDefault="00155F81" w:rsidP="00155F81">
      <w:pPr>
        <w:spacing w:line="360" w:lineRule="auto"/>
        <w:jc w:val="both"/>
        <w:rPr>
          <w:rFonts w:ascii="Times New Roman" w:hAnsi="Times New Roman"/>
        </w:rPr>
      </w:pPr>
      <w:r w:rsidRPr="00D572EF">
        <w:rPr>
          <w:rFonts w:ascii="Times New Roman" w:hAnsi="Times New Roman"/>
        </w:rPr>
        <w:t xml:space="preserve">EGV andmete kogumine algas 2002. aastal ning </w:t>
      </w:r>
      <w:r w:rsidR="008F7C45" w:rsidRPr="00D572EF">
        <w:rPr>
          <w:rFonts w:ascii="Times New Roman" w:hAnsi="Times New Roman"/>
        </w:rPr>
        <w:t xml:space="preserve">käesolevalt on EGV-s </w:t>
      </w:r>
      <w:r w:rsidR="007A3E15" w:rsidRPr="00D572EF">
        <w:rPr>
          <w:rFonts w:ascii="Times New Roman" w:hAnsi="Times New Roman"/>
        </w:rPr>
        <w:t xml:space="preserve">üle </w:t>
      </w:r>
      <w:r w:rsidR="008F7C45" w:rsidRPr="00D572EF">
        <w:rPr>
          <w:rFonts w:ascii="Times New Roman" w:hAnsi="Times New Roman"/>
        </w:rPr>
        <w:t>20</w:t>
      </w:r>
      <w:r w:rsidR="007A3E15" w:rsidRPr="00D572EF">
        <w:rPr>
          <w:rFonts w:ascii="Times New Roman" w:hAnsi="Times New Roman"/>
        </w:rPr>
        <w:t>7</w:t>
      </w:r>
      <w:r w:rsidR="008F7C45" w:rsidRPr="00D572EF">
        <w:rPr>
          <w:rFonts w:ascii="Times New Roman" w:hAnsi="Times New Roman"/>
        </w:rPr>
        <w:t> 000 eestimaalase andmed. EGV</w:t>
      </w:r>
      <w:r w:rsidRPr="00D572EF">
        <w:rPr>
          <w:rFonts w:ascii="Times New Roman" w:hAnsi="Times New Roman"/>
        </w:rPr>
        <w:t xml:space="preserve"> andmekogu põhjal tehtavad uuringud on jätkuvad </w:t>
      </w:r>
      <w:r w:rsidR="008F7C45" w:rsidRPr="00D572EF">
        <w:rPr>
          <w:rFonts w:ascii="Times New Roman" w:hAnsi="Times New Roman"/>
        </w:rPr>
        <w:t>ega</w:t>
      </w:r>
      <w:r w:rsidRPr="00D572EF">
        <w:rPr>
          <w:rFonts w:ascii="Times New Roman" w:hAnsi="Times New Roman"/>
        </w:rPr>
        <w:t xml:space="preserve"> ole piiratud käesoleva aja teaduse tasemega. EGV tegevus näeb ette kogutud andmete uuendamist, täiendamist ja kontrollimist teistest andmebaasidest ning vajadusel ka andmete parandamist. Andmete võrdlemine ja täiendamine võimaldab tõsta andmekogu usaldusväärsust ja selle kaudu ka EGV andmete põhjal läbiviidavate uurimustööde kõrget teaduslikku taset. </w:t>
      </w:r>
    </w:p>
    <w:p w14:paraId="146C5A4D" w14:textId="77777777" w:rsidR="00155F81" w:rsidRPr="00D572EF" w:rsidRDefault="00155F81" w:rsidP="00155F81">
      <w:pPr>
        <w:spacing w:line="360" w:lineRule="auto"/>
        <w:jc w:val="both"/>
        <w:rPr>
          <w:rFonts w:ascii="Times New Roman" w:hAnsi="Times New Roman"/>
        </w:rPr>
      </w:pPr>
      <w:r w:rsidRPr="00D572EF">
        <w:rPr>
          <w:rFonts w:ascii="Times New Roman" w:hAnsi="Times New Roman"/>
        </w:rPr>
        <w:t>Ilma laia ja võimalikult täpse fenotüübiandmestikuta ei ole võimalik usaldusväärselt hinnata geenide rolli haiguste kujunemisel ja seega ei saa täita EGV-le seadusega pandud eesmärke.</w:t>
      </w:r>
    </w:p>
    <w:p w14:paraId="1BD0F24C" w14:textId="6232D7C8" w:rsidR="00155F81" w:rsidRPr="00D572EF" w:rsidRDefault="00155F81" w:rsidP="00155F81">
      <w:pPr>
        <w:spacing w:line="360" w:lineRule="auto"/>
        <w:jc w:val="both"/>
        <w:rPr>
          <w:rFonts w:ascii="Times New Roman" w:hAnsi="Times New Roman"/>
        </w:rPr>
      </w:pPr>
      <w:r w:rsidRPr="00D572EF">
        <w:rPr>
          <w:rFonts w:ascii="Times New Roman" w:hAnsi="Times New Roman"/>
        </w:rPr>
        <w:t xml:space="preserve">EGV üks peamistest ülesannetest on personaalse meditsiini arendamiseks vajaliku teadusliku baasi loomine. Konkreetsemalt tähendab see näiteks personaalsete riskihinnangute väljatöötamist, mis kombineerivad geneetilist informatsiooni muude prognostiliste teguritega. Riskihinnangute väljatöötamiseks on vajalikud võimalikult korrektsed andmed nii haigestumise, </w:t>
      </w:r>
      <w:r w:rsidR="008F7C45" w:rsidRPr="00D572EF">
        <w:rPr>
          <w:rFonts w:ascii="Times New Roman" w:hAnsi="Times New Roman"/>
        </w:rPr>
        <w:t>diagnostiliste uuringute, ravimeetodite</w:t>
      </w:r>
      <w:r w:rsidRPr="00D572EF">
        <w:rPr>
          <w:rFonts w:ascii="Times New Roman" w:hAnsi="Times New Roman"/>
        </w:rPr>
        <w:t xml:space="preserve"> </w:t>
      </w:r>
      <w:r w:rsidR="008F7C45" w:rsidRPr="00D572EF">
        <w:rPr>
          <w:rFonts w:ascii="Times New Roman" w:hAnsi="Times New Roman"/>
        </w:rPr>
        <w:t>kui ka muude tervisenäitajate kohta</w:t>
      </w:r>
      <w:r w:rsidRPr="00D572EF">
        <w:rPr>
          <w:rFonts w:ascii="Times New Roman" w:hAnsi="Times New Roman"/>
        </w:rPr>
        <w:t xml:space="preserve">. </w:t>
      </w:r>
    </w:p>
    <w:p w14:paraId="538CF1D7" w14:textId="2BBF33B6" w:rsidR="00BB4737" w:rsidRPr="00D572EF" w:rsidRDefault="00BB4737" w:rsidP="00155F81">
      <w:pPr>
        <w:spacing w:line="360" w:lineRule="auto"/>
        <w:jc w:val="both"/>
        <w:rPr>
          <w:rFonts w:ascii="Times New Roman" w:hAnsi="Times New Roman"/>
        </w:rPr>
      </w:pPr>
    </w:p>
    <w:p w14:paraId="612F9CEA" w14:textId="77777777" w:rsidR="00BB4737" w:rsidRPr="00D572EF" w:rsidRDefault="00BB4737" w:rsidP="00155F81">
      <w:pPr>
        <w:spacing w:line="360" w:lineRule="auto"/>
        <w:jc w:val="both"/>
        <w:rPr>
          <w:rFonts w:ascii="Times New Roman" w:hAnsi="Times New Roman"/>
        </w:rPr>
      </w:pPr>
    </w:p>
    <w:p w14:paraId="39EC1B89" w14:textId="2BA0B08E" w:rsidR="00504327" w:rsidRPr="00D572EF" w:rsidRDefault="00504327" w:rsidP="00155F81">
      <w:pPr>
        <w:autoSpaceDE w:val="0"/>
        <w:adjustRightInd w:val="0"/>
        <w:jc w:val="both"/>
        <w:rPr>
          <w:rFonts w:ascii="Times New Roman" w:hAnsi="Times New Roman"/>
          <w:b/>
        </w:rPr>
      </w:pPr>
      <w:r w:rsidRPr="00D572EF">
        <w:rPr>
          <w:rFonts w:ascii="Times New Roman" w:hAnsi="Times New Roman"/>
          <w:b/>
        </w:rPr>
        <w:t xml:space="preserve">Seaduslik </w:t>
      </w:r>
      <w:r w:rsidR="00BA599D" w:rsidRPr="00D572EF">
        <w:rPr>
          <w:rFonts w:ascii="Times New Roman" w:hAnsi="Times New Roman"/>
          <w:b/>
        </w:rPr>
        <w:t>alus</w:t>
      </w:r>
    </w:p>
    <w:p w14:paraId="50D4FDEF" w14:textId="77777777" w:rsidR="00BA599D" w:rsidRPr="00D572EF" w:rsidRDefault="00BA599D" w:rsidP="00BA599D">
      <w:pPr>
        <w:spacing w:line="360" w:lineRule="auto"/>
        <w:jc w:val="both"/>
        <w:rPr>
          <w:rFonts w:ascii="Times New Roman" w:hAnsi="Times New Roman"/>
        </w:rPr>
      </w:pPr>
      <w:r w:rsidRPr="00D572EF">
        <w:rPr>
          <w:rFonts w:ascii="Times New Roman" w:hAnsi="Times New Roman"/>
        </w:rPr>
        <w:t>Geenidoonorite andmete töötlemine antud taotluses toodud tegevuste läbiviimiseks toimub Inimgeeniuuringute seaduse, geenidoonori nõusoleku ja Isikuandmete kaitse seaduse  alusel.</w:t>
      </w:r>
    </w:p>
    <w:p w14:paraId="161EAAAB" w14:textId="78FB7984" w:rsidR="00BA599D" w:rsidRPr="00D572EF" w:rsidRDefault="00BA599D" w:rsidP="00BA599D">
      <w:pPr>
        <w:spacing w:line="360" w:lineRule="auto"/>
        <w:jc w:val="both"/>
        <w:rPr>
          <w:rFonts w:ascii="Times New Roman" w:hAnsi="Times New Roman"/>
        </w:rPr>
      </w:pPr>
      <w:r w:rsidRPr="00D572EF">
        <w:rPr>
          <w:rFonts w:ascii="Times New Roman" w:hAnsi="Times New Roman"/>
        </w:rPr>
        <w:t>Isikuandmete kaitse seaduse § 6 lg (4) sätestab: Kui teadus- või ajaloouuring põhineb eriliiki isikuandmetel, siis kontrollib asjaomase valdkonna eetikakomitee enne käesolevas paragrahvis sätestatud tingimuste täitmist. Kui teadusvaldkonnas puudub eetikakomitee, siis kontrollib nõuete täitmist Andmekaitse Inspektsioon. Rahvusarhiivis säilitatavate isikuandmete suhtes on eetikakomitee õigused Rahvusarhiivil.</w:t>
      </w:r>
      <w:r w:rsidR="00B07CD5" w:rsidRPr="00D572EF">
        <w:rPr>
          <w:rFonts w:ascii="Times New Roman" w:hAnsi="Times New Roman"/>
        </w:rPr>
        <w:t xml:space="preserve"> EGV on eelnevalt esitanud taotluse uurimistöö läbiviimiseks Eesti bioeetika ja inimuuringute nõukogule (EBIN) ja saanud kooskõlastuse nr. 1.1-12/3785, 14.12.2021 (taotluse lisa 1).</w:t>
      </w:r>
    </w:p>
    <w:p w14:paraId="31862ABA" w14:textId="77777777" w:rsidR="00BA599D" w:rsidRPr="00D572EF" w:rsidRDefault="00BA599D" w:rsidP="00BA599D">
      <w:pPr>
        <w:spacing w:line="360" w:lineRule="auto"/>
        <w:jc w:val="both"/>
        <w:rPr>
          <w:rFonts w:ascii="Times New Roman" w:hAnsi="Times New Roman"/>
        </w:rPr>
      </w:pPr>
      <w:r w:rsidRPr="00D572EF">
        <w:rPr>
          <w:rFonts w:ascii="Times New Roman" w:hAnsi="Times New Roman"/>
        </w:rPr>
        <w:t>EGV eesmärgid on toodud Inimgeeniuuringute seaduse (IGUS) § 3 lõikes 1: EGV eesmärk koguda teavet Eesti rahvastiku tervise ja pärilikkuse informatsiooni kohta, edendada geeniuuringute arengut ning rakendada geeniuuringute tulemused rahva tervise parandamiseks. Nende eesmärkide täitmiseks viivad geeniuurijad läbi teadusuuringuid, milleks nad vajavad võimalikult suures mahus täpseid ja ajakohaseid andmeid. Teadlased teevad EGVst eelpäringuid oma uurimistööde kavandamiseks ja hüpoteeside püstitamiseks. Teadlased ei saa kavandada uurimistöid, kui EGVs pole laiapõhjalist andmestikku. EGV andmetel põhineva teadusuuringu läbiviimiseks peavad geeniuurijad taotlema eetikakomiteelt igakordselt kooskõlastuse.</w:t>
      </w:r>
    </w:p>
    <w:p w14:paraId="0321FBCA" w14:textId="77777777" w:rsidR="00BA599D" w:rsidRPr="00D572EF" w:rsidRDefault="00BA599D" w:rsidP="00BA599D">
      <w:pPr>
        <w:spacing w:line="360" w:lineRule="auto"/>
        <w:jc w:val="both"/>
        <w:rPr>
          <w:rFonts w:ascii="Times New Roman" w:hAnsi="Times New Roman"/>
        </w:rPr>
      </w:pPr>
      <w:r w:rsidRPr="00D572EF">
        <w:rPr>
          <w:rFonts w:ascii="Times New Roman" w:hAnsi="Times New Roman"/>
        </w:rPr>
        <w:t>Registritest andmete saamiseks toimub geenidoonorite andmete depseudonüümimine IGUS § 24 lg 2 punkt 3 alusel, mille kohaselt depseudonüümimine on vastutaval töötlejal lubatud terviseseisundi kirjelduse uuendamiseks, täiendamiseks või kontrollimiseks ilma geenidoonoriga ühendust võtmata, kui geenidoonor ei ole keelanud tema terviseseisundi kirjelduse täiendamist, uuendamist või kontrollimist.</w:t>
      </w:r>
    </w:p>
    <w:p w14:paraId="4EA20330" w14:textId="00DD5C61" w:rsidR="00BA599D" w:rsidRDefault="00BA599D" w:rsidP="00BA599D">
      <w:pPr>
        <w:autoSpaceDE w:val="0"/>
        <w:adjustRightInd w:val="0"/>
        <w:spacing w:line="360" w:lineRule="auto"/>
        <w:jc w:val="both"/>
        <w:rPr>
          <w:rFonts w:ascii="Times New Roman" w:hAnsi="Times New Roman"/>
        </w:rPr>
      </w:pPr>
      <w:r w:rsidRPr="00D572EF">
        <w:rPr>
          <w:rFonts w:ascii="Times New Roman" w:hAnsi="Times New Roman"/>
        </w:rPr>
        <w:t>Geenidoonorid on allkirjastanud geenidoonoriks saamise nõusoleku vormi, mille punkt 11 kohaselt on teda informeeritud, et ta võib anda nõusoleku EGV vastutavale töötlejale saada isikuandmeid ja andmeid tema terviseseisundi kohta teistest andmekogudest ning et ta võib keelata EGV vastutaval töötlejal tema kohta geenivaramus hoitavat terviseseisundi kirjeldust täiendada, uuendada ja kontrollida. Samuti on geenidoonoriks saamise nõusoleku vormi punktis 12 selgitatud, et geenidoonor võib oma geenidoonoriks saamise nõusoleku igal ajal tagasi võtta.</w:t>
      </w:r>
    </w:p>
    <w:p w14:paraId="472D9DD9" w14:textId="77777777" w:rsidR="00D37F2F" w:rsidRPr="00D572EF" w:rsidRDefault="00D37F2F" w:rsidP="00BA599D">
      <w:pPr>
        <w:autoSpaceDE w:val="0"/>
        <w:adjustRightInd w:val="0"/>
        <w:spacing w:line="360" w:lineRule="auto"/>
        <w:jc w:val="both"/>
        <w:rPr>
          <w:rFonts w:ascii="Times New Roman" w:hAnsi="Times New Roman"/>
        </w:rPr>
      </w:pPr>
    </w:p>
    <w:p w14:paraId="64CBF9EA" w14:textId="77777777" w:rsidR="00504327" w:rsidRPr="00D572EF" w:rsidRDefault="00504327" w:rsidP="00504327">
      <w:pPr>
        <w:jc w:val="both"/>
        <w:rPr>
          <w:rFonts w:ascii="Times New Roman" w:hAnsi="Times New Roman"/>
        </w:rPr>
      </w:pPr>
      <w:r w:rsidRPr="00D572EF">
        <w:rPr>
          <w:rFonts w:ascii="Times New Roman" w:hAnsi="Times New Roman"/>
          <w:b/>
        </w:rPr>
        <w:t>Taotletavate andmete koosseis ja hulk</w:t>
      </w:r>
    </w:p>
    <w:p w14:paraId="003F8038" w14:textId="0CCE4ACA" w:rsidR="00504327" w:rsidRPr="00D572EF" w:rsidRDefault="00504327" w:rsidP="00B07CD5">
      <w:pPr>
        <w:spacing w:line="360" w:lineRule="auto"/>
        <w:jc w:val="both"/>
        <w:rPr>
          <w:rFonts w:ascii="Times New Roman" w:hAnsi="Times New Roman"/>
        </w:rPr>
      </w:pPr>
      <w:r w:rsidRPr="00D572EF">
        <w:rPr>
          <w:rFonts w:ascii="Times New Roman" w:hAnsi="Times New Roman"/>
        </w:rPr>
        <w:t xml:space="preserve">Käesolevaga taotleb </w:t>
      </w:r>
      <w:r w:rsidR="00454256" w:rsidRPr="00D572EF">
        <w:rPr>
          <w:rFonts w:ascii="Times New Roman" w:hAnsi="Times New Roman"/>
        </w:rPr>
        <w:t>Tartu Ülikool</w:t>
      </w:r>
      <w:r w:rsidRPr="00D572EF">
        <w:rPr>
          <w:rFonts w:ascii="Times New Roman" w:hAnsi="Times New Roman"/>
        </w:rPr>
        <w:t xml:space="preserve"> </w:t>
      </w:r>
      <w:r w:rsidR="00BA599D" w:rsidRPr="00D572EF">
        <w:rPr>
          <w:rFonts w:ascii="Times New Roman" w:hAnsi="Times New Roman"/>
        </w:rPr>
        <w:t>TIS</w:t>
      </w:r>
      <w:r w:rsidRPr="00D572EF">
        <w:rPr>
          <w:rFonts w:ascii="Times New Roman" w:hAnsi="Times New Roman"/>
        </w:rPr>
        <w:t xml:space="preserve"> andmebaasist andmeid </w:t>
      </w:r>
      <w:r w:rsidR="00BA599D" w:rsidRPr="00D572EF">
        <w:rPr>
          <w:rFonts w:ascii="Times New Roman" w:hAnsi="Times New Roman"/>
        </w:rPr>
        <w:t>üle 207 000 EGV andmebaasis oleva</w:t>
      </w:r>
      <w:r w:rsidRPr="00D572EF">
        <w:rPr>
          <w:rFonts w:ascii="Times New Roman" w:hAnsi="Times New Roman"/>
        </w:rPr>
        <w:t xml:space="preserve"> geenidoonori andmete uuendamiseks, täiendamiseks ja kontrollimiseks. </w:t>
      </w:r>
      <w:r w:rsidR="00B07CD5" w:rsidRPr="00D572EF">
        <w:rPr>
          <w:rFonts w:ascii="Times New Roman" w:hAnsi="Times New Roman"/>
        </w:rPr>
        <w:t>Kui geenidoonor on keelanud andmete täiendamise teistest andmebaasidest, siis EGV tema andmeid linkimiseks ei väljasta.</w:t>
      </w:r>
    </w:p>
    <w:p w14:paraId="33497D18" w14:textId="1ACE19DD" w:rsidR="00BA599D" w:rsidRPr="00D572EF" w:rsidRDefault="00BA599D" w:rsidP="00B07CD5">
      <w:pPr>
        <w:spacing w:line="360" w:lineRule="auto"/>
        <w:jc w:val="both"/>
        <w:rPr>
          <w:rFonts w:ascii="Times New Roman" w:hAnsi="Times New Roman"/>
        </w:rPr>
      </w:pPr>
      <w:r w:rsidRPr="00D572EF">
        <w:rPr>
          <w:rFonts w:ascii="Times New Roman" w:hAnsi="Times New Roman"/>
        </w:rPr>
        <w:t>Andmevahetuse käigus töödeldavate andmete loetelu</w:t>
      </w:r>
      <w:r w:rsidR="00B07CD5" w:rsidRPr="00D572EF">
        <w:rPr>
          <w:rFonts w:ascii="Times New Roman" w:hAnsi="Times New Roman"/>
        </w:rPr>
        <w:t xml:space="preserve"> on toodud lisas 2</w:t>
      </w:r>
      <w:r w:rsidRPr="00D572EF">
        <w:rPr>
          <w:rFonts w:ascii="Times New Roman" w:hAnsi="Times New Roman"/>
        </w:rPr>
        <w:t>.</w:t>
      </w:r>
    </w:p>
    <w:p w14:paraId="759F08E7" w14:textId="77777777" w:rsidR="00504327" w:rsidRPr="00D572EF" w:rsidRDefault="00F5329B" w:rsidP="00B07CD5">
      <w:pPr>
        <w:spacing w:line="360" w:lineRule="auto"/>
        <w:jc w:val="both"/>
        <w:rPr>
          <w:rFonts w:ascii="Times New Roman" w:hAnsi="Times New Roman"/>
        </w:rPr>
      </w:pPr>
      <w:r w:rsidRPr="00D572EF">
        <w:rPr>
          <w:rFonts w:ascii="Times New Roman" w:hAnsi="Times New Roman"/>
        </w:rPr>
        <w:lastRenderedPageBreak/>
        <w:t>EGV</w:t>
      </w:r>
      <w:r w:rsidR="00504327" w:rsidRPr="00D572EF">
        <w:rPr>
          <w:rFonts w:ascii="Times New Roman" w:hAnsi="Times New Roman"/>
        </w:rPr>
        <w:t xml:space="preserve"> volitatud isikuks andmevahetuse tehniliste üksikasjade täpsustamisel on IT arendusjuht Kristjan Metsalu, </w:t>
      </w:r>
      <w:hyperlink r:id="rId9" w:history="1">
        <w:r w:rsidR="00504327" w:rsidRPr="00D572EF">
          <w:rPr>
            <w:rFonts w:ascii="Times New Roman" w:hAnsi="Times New Roman"/>
          </w:rPr>
          <w:t>kristjan.metsalu@ut.ee</w:t>
        </w:r>
      </w:hyperlink>
    </w:p>
    <w:p w14:paraId="71257901" w14:textId="53931266" w:rsidR="00504327" w:rsidRDefault="00504327" w:rsidP="00B07CD5">
      <w:pPr>
        <w:autoSpaceDE w:val="0"/>
        <w:adjustRightInd w:val="0"/>
        <w:spacing w:line="360" w:lineRule="auto"/>
        <w:jc w:val="both"/>
        <w:rPr>
          <w:rFonts w:ascii="Times New Roman" w:hAnsi="Times New Roman"/>
        </w:rPr>
      </w:pPr>
      <w:r w:rsidRPr="00D572EF">
        <w:rPr>
          <w:rFonts w:ascii="Times New Roman" w:hAnsi="Times New Roman"/>
        </w:rPr>
        <w:t>Kinnitame, et saadud andmeid kasutatakse vaid taotletaval eesmärgil, viisil ja muudele andmete väljastamisel kindlaksmääratud tingimustele vastavalt.</w:t>
      </w:r>
    </w:p>
    <w:p w14:paraId="2A4E5B6D" w14:textId="3AB02CA3" w:rsidR="00504327" w:rsidRPr="00D572EF" w:rsidRDefault="00D37F2F" w:rsidP="00D37F2F">
      <w:pPr>
        <w:spacing w:line="360" w:lineRule="auto"/>
        <w:jc w:val="both"/>
        <w:rPr>
          <w:rFonts w:ascii="Times New Roman" w:hAnsi="Times New Roman"/>
        </w:rPr>
      </w:pPr>
      <w:r w:rsidRPr="00D37F2F">
        <w:rPr>
          <w:rFonts w:ascii="Times New Roman" w:hAnsi="Times New Roman"/>
        </w:rPr>
        <w:t xml:space="preserve">Lähtuvalt Inimgeeniuuringute seaduse § 8 punktist 3, mis kohustab hoidma salastatuna geenidoonoriks olemise või mitteolemise fakti, </w:t>
      </w:r>
      <w:r>
        <w:rPr>
          <w:rFonts w:ascii="Times New Roman" w:hAnsi="Times New Roman"/>
        </w:rPr>
        <w:t>tagab</w:t>
      </w:r>
      <w:r w:rsidRPr="00D37F2F">
        <w:rPr>
          <w:rFonts w:ascii="Times New Roman" w:hAnsi="Times New Roman"/>
        </w:rPr>
        <w:t xml:space="preserve"> </w:t>
      </w:r>
      <w:r>
        <w:rPr>
          <w:rFonts w:ascii="Times New Roman" w:hAnsi="Times New Roman"/>
        </w:rPr>
        <w:t xml:space="preserve">TIS-i vastutav töötleja </w:t>
      </w:r>
      <w:r w:rsidRPr="00D37F2F">
        <w:rPr>
          <w:rFonts w:ascii="Times New Roman" w:hAnsi="Times New Roman"/>
        </w:rPr>
        <w:t>andmete turvalise töötlemise ning EGV poolt saadetud geenidoonorite isikuandmeid sisaldava</w:t>
      </w:r>
      <w:r>
        <w:rPr>
          <w:rFonts w:ascii="Times New Roman" w:hAnsi="Times New Roman"/>
        </w:rPr>
        <w:t>te</w:t>
      </w:r>
      <w:r w:rsidRPr="00D37F2F">
        <w:rPr>
          <w:rFonts w:ascii="Times New Roman" w:hAnsi="Times New Roman"/>
        </w:rPr>
        <w:t xml:space="preserve"> </w:t>
      </w:r>
      <w:r>
        <w:rPr>
          <w:rFonts w:ascii="Times New Roman" w:hAnsi="Times New Roman"/>
        </w:rPr>
        <w:t>dokumentide hävitamise</w:t>
      </w:r>
      <w:r w:rsidRPr="00D37F2F">
        <w:rPr>
          <w:rFonts w:ascii="Times New Roman" w:hAnsi="Times New Roman"/>
        </w:rPr>
        <w:t xml:space="preserve"> pärast taotluses nimetatud andmetöötluse tulemi edastamist EGV-le. </w:t>
      </w:r>
    </w:p>
    <w:p w14:paraId="1B161E98" w14:textId="77777777" w:rsidR="00504327" w:rsidRPr="00D572EF" w:rsidRDefault="00504327" w:rsidP="00504327">
      <w:pPr>
        <w:rPr>
          <w:rFonts w:ascii="Times New Roman" w:hAnsi="Times New Roman"/>
        </w:rPr>
      </w:pPr>
    </w:p>
    <w:p w14:paraId="3AA07753" w14:textId="77777777" w:rsidR="00504327" w:rsidRPr="00D572EF" w:rsidRDefault="00155F81" w:rsidP="00155F81">
      <w:pPr>
        <w:pStyle w:val="Tekst"/>
        <w:rPr>
          <w:color w:val="auto"/>
          <w:sz w:val="22"/>
          <w:szCs w:val="22"/>
        </w:rPr>
      </w:pPr>
      <w:r w:rsidRPr="00D572EF">
        <w:rPr>
          <w:color w:val="auto"/>
          <w:sz w:val="22"/>
          <w:szCs w:val="22"/>
        </w:rPr>
        <w:t>Lugupidamisega</w:t>
      </w:r>
    </w:p>
    <w:p w14:paraId="390E7748" w14:textId="77777777" w:rsidR="00155F81" w:rsidRPr="00D572EF" w:rsidRDefault="00155F81" w:rsidP="00155F81">
      <w:pPr>
        <w:pStyle w:val="Tekst"/>
        <w:rPr>
          <w:color w:val="auto"/>
          <w:sz w:val="22"/>
          <w:szCs w:val="22"/>
        </w:rPr>
      </w:pPr>
    </w:p>
    <w:p w14:paraId="7B02CD9C" w14:textId="10131E7C" w:rsidR="00504327" w:rsidRPr="00D572EF" w:rsidRDefault="00B07CD5" w:rsidP="00504327">
      <w:pPr>
        <w:rPr>
          <w:rFonts w:ascii="Times New Roman" w:hAnsi="Times New Roman"/>
        </w:rPr>
      </w:pPr>
      <w:r w:rsidRPr="00D572EF">
        <w:rPr>
          <w:rFonts w:ascii="Times New Roman" w:hAnsi="Times New Roman"/>
        </w:rPr>
        <w:t>Andres</w:t>
      </w:r>
      <w:r w:rsidR="00504327" w:rsidRPr="00D572EF">
        <w:rPr>
          <w:rFonts w:ascii="Times New Roman" w:hAnsi="Times New Roman"/>
        </w:rPr>
        <w:t xml:space="preserve"> Metspalu</w:t>
      </w:r>
    </w:p>
    <w:p w14:paraId="3596CC50" w14:textId="7ED24ECC" w:rsidR="00CE4F59" w:rsidRPr="00D572EF" w:rsidRDefault="00504327" w:rsidP="00155F81">
      <w:pPr>
        <w:rPr>
          <w:rFonts w:ascii="Times New Roman" w:hAnsi="Times New Roman"/>
        </w:rPr>
      </w:pPr>
      <w:r w:rsidRPr="00D572EF">
        <w:rPr>
          <w:rFonts w:ascii="Times New Roman" w:hAnsi="Times New Roman"/>
        </w:rPr>
        <w:t xml:space="preserve">TÜ </w:t>
      </w:r>
      <w:r w:rsidR="00B07CD5" w:rsidRPr="00D572EF">
        <w:rPr>
          <w:rFonts w:ascii="Times New Roman" w:hAnsi="Times New Roman"/>
        </w:rPr>
        <w:t>Eesti geenivaramu juhataja</w:t>
      </w:r>
    </w:p>
    <w:p w14:paraId="7528EF9A" w14:textId="77777777" w:rsidR="00CE4F59" w:rsidRPr="00D572EF" w:rsidRDefault="00CE4F59" w:rsidP="00DB6749">
      <w:pPr>
        <w:pStyle w:val="Tekst"/>
        <w:rPr>
          <w:color w:val="auto"/>
          <w:sz w:val="22"/>
          <w:szCs w:val="22"/>
        </w:rPr>
      </w:pPr>
    </w:p>
    <w:p w14:paraId="3E7CDF48" w14:textId="77777777" w:rsidR="00DB6749" w:rsidRPr="00D572EF" w:rsidRDefault="00DB6749" w:rsidP="00DB6749">
      <w:pPr>
        <w:pStyle w:val="Tekst"/>
        <w:rPr>
          <w:color w:val="auto"/>
          <w:sz w:val="22"/>
          <w:szCs w:val="22"/>
        </w:rPr>
      </w:pPr>
      <w:r w:rsidRPr="00D572EF">
        <w:rPr>
          <w:color w:val="auto"/>
          <w:sz w:val="22"/>
          <w:szCs w:val="22"/>
        </w:rPr>
        <w:t>(allkirjastatud digitaalselt)</w:t>
      </w:r>
    </w:p>
    <w:p w14:paraId="578E9C34" w14:textId="77777777" w:rsidR="00155F81" w:rsidRPr="00D572EF" w:rsidRDefault="00155F81" w:rsidP="00DB6749">
      <w:pPr>
        <w:pStyle w:val="Tekst"/>
        <w:rPr>
          <w:color w:val="auto"/>
          <w:sz w:val="22"/>
          <w:szCs w:val="22"/>
        </w:rPr>
      </w:pPr>
    </w:p>
    <w:p w14:paraId="150B68EF" w14:textId="77777777" w:rsidR="00155F81" w:rsidRPr="00D572EF" w:rsidRDefault="00155F81" w:rsidP="00DB6749">
      <w:pPr>
        <w:pStyle w:val="Tekst"/>
        <w:rPr>
          <w:color w:val="auto"/>
          <w:sz w:val="22"/>
          <w:szCs w:val="22"/>
        </w:rPr>
      </w:pPr>
    </w:p>
    <w:p w14:paraId="71C55DD5" w14:textId="77777777" w:rsidR="00504327" w:rsidRPr="00D572EF" w:rsidRDefault="00504327" w:rsidP="00DB6749">
      <w:pPr>
        <w:pStyle w:val="Tekst"/>
        <w:rPr>
          <w:color w:val="auto"/>
          <w:sz w:val="22"/>
          <w:szCs w:val="22"/>
        </w:rPr>
      </w:pPr>
      <w:r w:rsidRPr="00D572EF">
        <w:rPr>
          <w:color w:val="auto"/>
          <w:sz w:val="22"/>
          <w:szCs w:val="22"/>
        </w:rPr>
        <w:t>Kontaktisik</w:t>
      </w:r>
    </w:p>
    <w:p w14:paraId="3BAD9962" w14:textId="77777777" w:rsidR="00DB6749" w:rsidRPr="00D572EF" w:rsidRDefault="00504327" w:rsidP="00DB6749">
      <w:pPr>
        <w:pStyle w:val="Tekst"/>
        <w:rPr>
          <w:color w:val="auto"/>
          <w:sz w:val="22"/>
          <w:szCs w:val="22"/>
        </w:rPr>
      </w:pPr>
      <w:r w:rsidRPr="00D572EF">
        <w:rPr>
          <w:color w:val="auto"/>
          <w:sz w:val="22"/>
          <w:szCs w:val="22"/>
        </w:rPr>
        <w:t>Helene Alavere</w:t>
      </w:r>
    </w:p>
    <w:p w14:paraId="0DE218C0" w14:textId="6B3C710E" w:rsidR="00DB6749" w:rsidRPr="00D572EF" w:rsidRDefault="00504327" w:rsidP="00DB6749">
      <w:pPr>
        <w:pStyle w:val="Tekst"/>
        <w:rPr>
          <w:color w:val="auto"/>
          <w:sz w:val="22"/>
          <w:szCs w:val="22"/>
        </w:rPr>
      </w:pPr>
      <w:r w:rsidRPr="00D572EF">
        <w:rPr>
          <w:color w:val="auto"/>
          <w:sz w:val="22"/>
          <w:szCs w:val="22"/>
        </w:rPr>
        <w:t xml:space="preserve">TÜ </w:t>
      </w:r>
      <w:r w:rsidR="00D76E55" w:rsidRPr="00D572EF">
        <w:rPr>
          <w:color w:val="auto"/>
          <w:sz w:val="22"/>
          <w:szCs w:val="22"/>
        </w:rPr>
        <w:t>g</w:t>
      </w:r>
      <w:r w:rsidRPr="00D572EF">
        <w:rPr>
          <w:color w:val="auto"/>
          <w:sz w:val="22"/>
          <w:szCs w:val="22"/>
        </w:rPr>
        <w:t>enoomika instituut</w:t>
      </w:r>
    </w:p>
    <w:p w14:paraId="35DC308D" w14:textId="77777777" w:rsidR="00504327" w:rsidRPr="00D572EF" w:rsidRDefault="00504327" w:rsidP="00DB6749">
      <w:pPr>
        <w:pStyle w:val="Tekst"/>
        <w:rPr>
          <w:color w:val="auto"/>
          <w:sz w:val="22"/>
          <w:szCs w:val="22"/>
        </w:rPr>
      </w:pPr>
      <w:r w:rsidRPr="00D572EF">
        <w:rPr>
          <w:color w:val="auto"/>
          <w:sz w:val="22"/>
          <w:szCs w:val="22"/>
        </w:rPr>
        <w:t>Andmekogumise</w:t>
      </w:r>
      <w:r w:rsidR="00155F81" w:rsidRPr="00D572EF">
        <w:rPr>
          <w:color w:val="auto"/>
          <w:sz w:val="22"/>
          <w:szCs w:val="22"/>
        </w:rPr>
        <w:t xml:space="preserve"> osakonna juhataja, projek</w:t>
      </w:r>
      <w:r w:rsidRPr="00D572EF">
        <w:rPr>
          <w:color w:val="auto"/>
          <w:sz w:val="22"/>
          <w:szCs w:val="22"/>
        </w:rPr>
        <w:t>tijuht</w:t>
      </w:r>
    </w:p>
    <w:p w14:paraId="5B3F70E8" w14:textId="77777777" w:rsidR="001E3AF7" w:rsidRPr="00D572EF" w:rsidRDefault="00155F81" w:rsidP="001E3AF7">
      <w:pPr>
        <w:pStyle w:val="Tekst"/>
        <w:rPr>
          <w:color w:val="auto"/>
          <w:sz w:val="22"/>
          <w:szCs w:val="22"/>
        </w:rPr>
      </w:pPr>
      <w:r w:rsidRPr="00D572EF">
        <w:rPr>
          <w:color w:val="auto"/>
          <w:sz w:val="22"/>
          <w:szCs w:val="22"/>
        </w:rPr>
        <w:t xml:space="preserve">+372 </w:t>
      </w:r>
      <w:r w:rsidR="00504327" w:rsidRPr="00D572EF">
        <w:rPr>
          <w:color w:val="auto"/>
          <w:sz w:val="22"/>
          <w:szCs w:val="22"/>
        </w:rPr>
        <w:t>5062542</w:t>
      </w:r>
    </w:p>
    <w:p w14:paraId="2BDB4C66" w14:textId="77777777" w:rsidR="00504327" w:rsidRPr="00D572EF" w:rsidRDefault="00504327" w:rsidP="001E3AF7">
      <w:pPr>
        <w:pStyle w:val="Tekst"/>
        <w:rPr>
          <w:color w:val="auto"/>
          <w:sz w:val="22"/>
          <w:szCs w:val="22"/>
        </w:rPr>
      </w:pPr>
      <w:r w:rsidRPr="00D572EF">
        <w:rPr>
          <w:color w:val="auto"/>
          <w:sz w:val="22"/>
          <w:szCs w:val="22"/>
        </w:rPr>
        <w:t>Helene.alavere@ut.ee</w:t>
      </w:r>
    </w:p>
    <w:p w14:paraId="170EAFE9" w14:textId="77777777" w:rsidR="00C93851" w:rsidRPr="00D572EF" w:rsidRDefault="00C93851" w:rsidP="001E3AF7">
      <w:pPr>
        <w:pStyle w:val="Tekst"/>
        <w:rPr>
          <w:color w:val="auto"/>
          <w:sz w:val="22"/>
          <w:szCs w:val="22"/>
        </w:rPr>
      </w:pPr>
    </w:p>
    <w:p w14:paraId="297F42BB" w14:textId="77777777" w:rsidR="00C93851" w:rsidRPr="00D572EF" w:rsidRDefault="00C93851" w:rsidP="001E3AF7">
      <w:pPr>
        <w:pStyle w:val="Tekst"/>
        <w:rPr>
          <w:color w:val="auto"/>
          <w:sz w:val="22"/>
          <w:szCs w:val="22"/>
        </w:rPr>
      </w:pPr>
    </w:p>
    <w:p w14:paraId="122FC58C" w14:textId="7E77BC06" w:rsidR="004167E4" w:rsidRPr="00D572EF" w:rsidRDefault="004167E4" w:rsidP="002221A1">
      <w:pPr>
        <w:pStyle w:val="Tekst"/>
        <w:tabs>
          <w:tab w:val="left" w:pos="7185"/>
        </w:tabs>
        <w:rPr>
          <w:sz w:val="22"/>
          <w:szCs w:val="22"/>
        </w:rPr>
      </w:pPr>
      <w:r w:rsidRPr="00D572EF">
        <w:rPr>
          <w:sz w:val="22"/>
          <w:szCs w:val="22"/>
        </w:rPr>
        <w:t xml:space="preserve">Lisa 1. </w:t>
      </w:r>
      <w:r w:rsidR="00B07CD5" w:rsidRPr="00D572EF">
        <w:rPr>
          <w:sz w:val="22"/>
          <w:szCs w:val="22"/>
        </w:rPr>
        <w:t>EBIN-i kooskõlastus nr. 1.1-12/3785, 14.12.2021</w:t>
      </w:r>
    </w:p>
    <w:p w14:paraId="52753BE6" w14:textId="2854F6D9" w:rsidR="00B07CD5" w:rsidRPr="00D572EF" w:rsidRDefault="00B07CD5" w:rsidP="002221A1">
      <w:pPr>
        <w:pStyle w:val="Tekst"/>
        <w:tabs>
          <w:tab w:val="left" w:pos="7185"/>
        </w:tabs>
        <w:rPr>
          <w:sz w:val="22"/>
          <w:szCs w:val="22"/>
        </w:rPr>
      </w:pPr>
      <w:r w:rsidRPr="00D572EF">
        <w:rPr>
          <w:sz w:val="22"/>
          <w:szCs w:val="22"/>
        </w:rPr>
        <w:t>Lisa 2 Andmekoosseis</w:t>
      </w:r>
    </w:p>
    <w:p w14:paraId="4DBA3585" w14:textId="77777777" w:rsidR="0025548B" w:rsidRPr="00D572EF" w:rsidRDefault="002221A1" w:rsidP="002221A1">
      <w:pPr>
        <w:pStyle w:val="Tekst"/>
        <w:tabs>
          <w:tab w:val="left" w:pos="7185"/>
        </w:tabs>
        <w:rPr>
          <w:sz w:val="22"/>
          <w:szCs w:val="22"/>
        </w:rPr>
      </w:pPr>
      <w:r w:rsidRPr="00D572EF">
        <w:rPr>
          <w:sz w:val="22"/>
          <w:szCs w:val="22"/>
        </w:rPr>
        <w:tab/>
      </w:r>
    </w:p>
    <w:sectPr w:rsidR="0025548B" w:rsidRPr="00D572EF" w:rsidSect="00136C78">
      <w:headerReference w:type="default" r:id="rId10"/>
      <w:footerReference w:type="default" r:id="rId11"/>
      <w:headerReference w:type="first" r:id="rId12"/>
      <w:footerReference w:type="first" r:id="rId13"/>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F1B46" w14:textId="77777777" w:rsidR="00B54B30" w:rsidRDefault="00B54B30">
      <w:pPr>
        <w:spacing w:after="0"/>
      </w:pPr>
      <w:r>
        <w:separator/>
      </w:r>
    </w:p>
  </w:endnote>
  <w:endnote w:type="continuationSeparator" w:id="0">
    <w:p w14:paraId="338C2FB3" w14:textId="77777777" w:rsidR="00B54B30" w:rsidRDefault="00B54B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Condensed">
    <w:charset w:val="00"/>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EE25" w14:textId="1449CB01" w:rsidR="00CB355B" w:rsidRDefault="00CB355B">
    <w:pPr>
      <w:pStyle w:val="Footer"/>
      <w:jc w:val="center"/>
    </w:pPr>
    <w:r>
      <w:rPr>
        <w:bCs/>
      </w:rPr>
      <w:fldChar w:fldCharType="begin"/>
    </w:r>
    <w:r>
      <w:rPr>
        <w:bCs/>
      </w:rPr>
      <w:instrText xml:space="preserve"> PAGE </w:instrText>
    </w:r>
    <w:r>
      <w:rPr>
        <w:bCs/>
      </w:rPr>
      <w:fldChar w:fldCharType="separate"/>
    </w:r>
    <w:r w:rsidR="00D37F2F">
      <w:rPr>
        <w:bCs/>
      </w:rPr>
      <w:t>3</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D37F2F">
      <w:rPr>
        <w:bCs/>
      </w:rPr>
      <w:t>3</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2DCA" w14:textId="77777777" w:rsidR="00CB355B" w:rsidRPr="00B512ED" w:rsidRDefault="00042FE7" w:rsidP="00042FE7">
    <w:pPr>
      <w:pStyle w:val="Footer"/>
      <w:rPr>
        <w:rFonts w:ascii="Times New Roman" w:hAnsi="Times New Roman"/>
      </w:rPr>
    </w:pPr>
    <w:r w:rsidRPr="00B512ED">
      <w:rPr>
        <w:rFonts w:ascii="Times New Roman" w:hAnsi="Times New Roman"/>
      </w:rPr>
      <w:t xml:space="preserve">Ülikooli 18, 50090 Tartu | 737 5100 | </w:t>
    </w:r>
    <w:hyperlink r:id="rId1" w:history="1">
      <w:r w:rsidRPr="00B512ED">
        <w:rPr>
          <w:rStyle w:val="Hyperlink"/>
          <w:rFonts w:ascii="Times New Roman" w:hAnsi="Times New Roman"/>
        </w:rPr>
        <w:t>info@ut.ee</w:t>
      </w:r>
    </w:hyperlink>
    <w:r w:rsidRPr="00B512ED">
      <w:rPr>
        <w:rFonts w:ascii="Times New Roman" w:hAnsi="Times New Roman"/>
      </w:rPr>
      <w:t xml:space="preserve"> | </w:t>
    </w:r>
    <w:hyperlink r:id="rId2" w:history="1">
      <w:r w:rsidRPr="00B512ED">
        <w:rPr>
          <w:rStyle w:val="Hyperlink"/>
          <w:rFonts w:ascii="Times New Roman" w:hAnsi="Times New Roman"/>
        </w:rPr>
        <w:t>www.ut.ee</w:t>
      </w:r>
    </w:hyperlink>
    <w:r w:rsidRPr="00B512ED">
      <w:rPr>
        <w:rFonts w:ascii="Times New Roman" w:hAnsi="Times New Roman"/>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9DDD" w14:textId="77777777" w:rsidR="00B54B30" w:rsidRDefault="00B54B30">
      <w:pPr>
        <w:spacing w:after="0"/>
      </w:pPr>
      <w:r>
        <w:rPr>
          <w:color w:val="000000"/>
        </w:rPr>
        <w:separator/>
      </w:r>
    </w:p>
  </w:footnote>
  <w:footnote w:type="continuationSeparator" w:id="0">
    <w:p w14:paraId="4BF856A9" w14:textId="77777777" w:rsidR="00B54B30" w:rsidRDefault="00B54B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4BAF"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580D1" w14:textId="77777777" w:rsidR="00CB355B" w:rsidRDefault="00CB355B" w:rsidP="00AF097F">
    <w:pPr>
      <w:pStyle w:val="Header"/>
    </w:pPr>
  </w:p>
  <w:p w14:paraId="7DFB8EFD" w14:textId="77777777" w:rsidR="00CB355B" w:rsidRDefault="00CB355B" w:rsidP="00042FE7">
    <w:pPr>
      <w:pStyle w:val="Header"/>
    </w:pPr>
  </w:p>
  <w:p w14:paraId="36A98189" w14:textId="77777777" w:rsidR="00136C78" w:rsidRDefault="00136C78" w:rsidP="00042FE7">
    <w:pPr>
      <w:pStyle w:val="Header"/>
    </w:pPr>
  </w:p>
  <w:p w14:paraId="1FDB47E7" w14:textId="77777777" w:rsidR="00136C78" w:rsidRDefault="00136C78" w:rsidP="00042FE7">
    <w:pPr>
      <w:pStyle w:val="Header"/>
    </w:pPr>
  </w:p>
  <w:p w14:paraId="3A62284F" w14:textId="77777777" w:rsidR="00136C78" w:rsidRDefault="00136C78" w:rsidP="00042F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FD2800"/>
    <w:multiLevelType w:val="hybridMultilevel"/>
    <w:tmpl w:val="BEAC6CAA"/>
    <w:lvl w:ilvl="0" w:tplc="4B86B74E">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755C287A"/>
    <w:multiLevelType w:val="hybridMultilevel"/>
    <w:tmpl w:val="AEDE2E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proofState w:spelling="clean" w:grammar="clean"/>
  <w:attachedTemplate r:id="rId1"/>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02630"/>
    <w:rsid w:val="00012C1B"/>
    <w:rsid w:val="00042FE7"/>
    <w:rsid w:val="00051EEF"/>
    <w:rsid w:val="0006211B"/>
    <w:rsid w:val="00090B22"/>
    <w:rsid w:val="000D1200"/>
    <w:rsid w:val="000D38DC"/>
    <w:rsid w:val="000E6255"/>
    <w:rsid w:val="000F40D9"/>
    <w:rsid w:val="000F5F05"/>
    <w:rsid w:val="00106011"/>
    <w:rsid w:val="00136C78"/>
    <w:rsid w:val="0013729B"/>
    <w:rsid w:val="0014515A"/>
    <w:rsid w:val="0014581B"/>
    <w:rsid w:val="0015135E"/>
    <w:rsid w:val="00155F81"/>
    <w:rsid w:val="00157CDD"/>
    <w:rsid w:val="00167A4D"/>
    <w:rsid w:val="001735A0"/>
    <w:rsid w:val="0017696C"/>
    <w:rsid w:val="001A0348"/>
    <w:rsid w:val="001E3AF7"/>
    <w:rsid w:val="00214B67"/>
    <w:rsid w:val="002221A1"/>
    <w:rsid w:val="00227AC6"/>
    <w:rsid w:val="00227EBF"/>
    <w:rsid w:val="00236C04"/>
    <w:rsid w:val="0025020B"/>
    <w:rsid w:val="0025548B"/>
    <w:rsid w:val="0026224E"/>
    <w:rsid w:val="002C58DB"/>
    <w:rsid w:val="002C62ED"/>
    <w:rsid w:val="00302E1D"/>
    <w:rsid w:val="00326655"/>
    <w:rsid w:val="00356C5A"/>
    <w:rsid w:val="00371052"/>
    <w:rsid w:val="00375472"/>
    <w:rsid w:val="003B04BB"/>
    <w:rsid w:val="003C6B80"/>
    <w:rsid w:val="00412DDB"/>
    <w:rsid w:val="004167E4"/>
    <w:rsid w:val="00454256"/>
    <w:rsid w:val="00460772"/>
    <w:rsid w:val="00477CF5"/>
    <w:rsid w:val="004B3FDC"/>
    <w:rsid w:val="004D4958"/>
    <w:rsid w:val="004D7F0D"/>
    <w:rsid w:val="004F6B71"/>
    <w:rsid w:val="00504327"/>
    <w:rsid w:val="00516B19"/>
    <w:rsid w:val="00551A6D"/>
    <w:rsid w:val="00553F9C"/>
    <w:rsid w:val="00567BA2"/>
    <w:rsid w:val="00604131"/>
    <w:rsid w:val="006119DA"/>
    <w:rsid w:val="00624097"/>
    <w:rsid w:val="0063274F"/>
    <w:rsid w:val="00684FC2"/>
    <w:rsid w:val="006C5AAA"/>
    <w:rsid w:val="00724583"/>
    <w:rsid w:val="007270EA"/>
    <w:rsid w:val="007276F3"/>
    <w:rsid w:val="00730D16"/>
    <w:rsid w:val="0075031A"/>
    <w:rsid w:val="00760D88"/>
    <w:rsid w:val="007631B7"/>
    <w:rsid w:val="00763AF6"/>
    <w:rsid w:val="00765B3B"/>
    <w:rsid w:val="007742B4"/>
    <w:rsid w:val="007A3E15"/>
    <w:rsid w:val="007A451F"/>
    <w:rsid w:val="007C0354"/>
    <w:rsid w:val="007E057E"/>
    <w:rsid w:val="007E3646"/>
    <w:rsid w:val="007F405A"/>
    <w:rsid w:val="00826D3E"/>
    <w:rsid w:val="00830719"/>
    <w:rsid w:val="008433E9"/>
    <w:rsid w:val="00863206"/>
    <w:rsid w:val="008835EC"/>
    <w:rsid w:val="00892BE1"/>
    <w:rsid w:val="008E3FEC"/>
    <w:rsid w:val="008E4B10"/>
    <w:rsid w:val="008F7C45"/>
    <w:rsid w:val="0090326E"/>
    <w:rsid w:val="009150E1"/>
    <w:rsid w:val="0091552C"/>
    <w:rsid w:val="0099027C"/>
    <w:rsid w:val="0099268E"/>
    <w:rsid w:val="00A425BC"/>
    <w:rsid w:val="00A5297B"/>
    <w:rsid w:val="00A76444"/>
    <w:rsid w:val="00AE6588"/>
    <w:rsid w:val="00AF097F"/>
    <w:rsid w:val="00B07CD5"/>
    <w:rsid w:val="00B14BFA"/>
    <w:rsid w:val="00B226C8"/>
    <w:rsid w:val="00B2286B"/>
    <w:rsid w:val="00B26EC2"/>
    <w:rsid w:val="00B44540"/>
    <w:rsid w:val="00B512ED"/>
    <w:rsid w:val="00B54B30"/>
    <w:rsid w:val="00B6489D"/>
    <w:rsid w:val="00BA553F"/>
    <w:rsid w:val="00BA599D"/>
    <w:rsid w:val="00BA7076"/>
    <w:rsid w:val="00BB4737"/>
    <w:rsid w:val="00BD548B"/>
    <w:rsid w:val="00BE5FBE"/>
    <w:rsid w:val="00BE6537"/>
    <w:rsid w:val="00BE6E25"/>
    <w:rsid w:val="00C54FB5"/>
    <w:rsid w:val="00C83E06"/>
    <w:rsid w:val="00C93851"/>
    <w:rsid w:val="00CB355B"/>
    <w:rsid w:val="00CC0698"/>
    <w:rsid w:val="00CD1879"/>
    <w:rsid w:val="00CD550F"/>
    <w:rsid w:val="00CE4F59"/>
    <w:rsid w:val="00D37F2F"/>
    <w:rsid w:val="00D572EF"/>
    <w:rsid w:val="00D76E55"/>
    <w:rsid w:val="00D81400"/>
    <w:rsid w:val="00DA79DF"/>
    <w:rsid w:val="00DB6749"/>
    <w:rsid w:val="00DC0B13"/>
    <w:rsid w:val="00DC787F"/>
    <w:rsid w:val="00DD0B4C"/>
    <w:rsid w:val="00DD6EDF"/>
    <w:rsid w:val="00DF64E3"/>
    <w:rsid w:val="00E15C1A"/>
    <w:rsid w:val="00E219FA"/>
    <w:rsid w:val="00E304CE"/>
    <w:rsid w:val="00E3537E"/>
    <w:rsid w:val="00E407D9"/>
    <w:rsid w:val="00E61744"/>
    <w:rsid w:val="00E67ED9"/>
    <w:rsid w:val="00E97A84"/>
    <w:rsid w:val="00ED1E33"/>
    <w:rsid w:val="00ED4960"/>
    <w:rsid w:val="00ED5463"/>
    <w:rsid w:val="00F00BCA"/>
    <w:rsid w:val="00F43D36"/>
    <w:rsid w:val="00F5329B"/>
    <w:rsid w:val="00F554DA"/>
    <w:rsid w:val="00F65F2F"/>
    <w:rsid w:val="00FA13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D636AB"/>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noProof/>
      <w:lang w:val="et-EE"/>
    </w:rPr>
  </w:style>
  <w:style w:type="paragraph" w:styleId="Heading1">
    <w:name w:val="heading 1"/>
    <w:aliases w:val="Pealkiri"/>
    <w:basedOn w:val="Normal"/>
    <w:next w:val="Normal"/>
    <w:link w:val="Heading1Char"/>
    <w:autoRedefine/>
    <w:uiPriority w:val="9"/>
    <w:qFormat/>
    <w:rsid w:val="00BE5FBE"/>
    <w:pPr>
      <w:keepNext/>
      <w:keepLines/>
      <w:spacing w:after="480"/>
      <w:ind w:right="-1"/>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043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uiPriority w:val="99"/>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Pealkiri Char"/>
    <w:basedOn w:val="DefaultParagraphFont"/>
    <w:link w:val="Heading1"/>
    <w:uiPriority w:val="9"/>
    <w:rsid w:val="00BE5FBE"/>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character" w:customStyle="1" w:styleId="Heading3Char">
    <w:name w:val="Heading 3 Char"/>
    <w:basedOn w:val="DefaultParagraphFont"/>
    <w:link w:val="Heading3"/>
    <w:uiPriority w:val="9"/>
    <w:semiHidden/>
    <w:rsid w:val="00504327"/>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504327"/>
    <w:pPr>
      <w:suppressAutoHyphens w:val="0"/>
      <w:autoSpaceDN/>
      <w:spacing w:after="0"/>
      <w:ind w:left="720"/>
      <w:contextualSpacing/>
      <w:textAlignment w:val="auto"/>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istjan.metsalu@ut.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EF517-77C0-448E-A3DC-D2A1C5060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plank est.odt</Template>
  <TotalTime>15</TotalTime>
  <Pages>3</Pages>
  <Words>857</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Ene Mölder</cp:lastModifiedBy>
  <cp:revision>5</cp:revision>
  <cp:lastPrinted>2018-12-14T08:18:00Z</cp:lastPrinted>
  <dcterms:created xsi:type="dcterms:W3CDTF">2022-01-31T12:58:00Z</dcterms:created>
  <dcterms:modified xsi:type="dcterms:W3CDTF">2022-01-31T13:51:00Z</dcterms:modified>
</cp:coreProperties>
</file>